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F04" w:rsidRPr="00B72B37" w:rsidRDefault="005E4F04" w:rsidP="007E3542">
      <w:pPr>
        <w:pStyle w:val="PlainText"/>
        <w:rPr>
          <w:b/>
          <w:u w:val="single"/>
        </w:rPr>
      </w:pPr>
      <w:r w:rsidRPr="00F53012">
        <w:rPr>
          <w:b/>
          <w:u w:val="single"/>
        </w:rPr>
        <w:t xml:space="preserve">WOFF </w:t>
      </w:r>
      <w:r>
        <w:rPr>
          <w:b/>
          <w:u w:val="single"/>
        </w:rPr>
        <w:t>2</w:t>
      </w:r>
      <w:r w:rsidRPr="00893664">
        <w:rPr>
          <w:b/>
          <w:u w:val="single"/>
        </w:rPr>
        <w:t xml:space="preserve"> </w:t>
      </w:r>
      <w:r w:rsidRPr="00F53012">
        <w:rPr>
          <w:b/>
          <w:u w:val="single"/>
        </w:rPr>
        <w:t>UE</w:t>
      </w:r>
      <w:r>
        <w:rPr>
          <w:b/>
          <w:u w:val="single"/>
        </w:rPr>
        <w:t xml:space="preserve"> - Consolidated Periods and CampaignData Mod b</w:t>
      </w:r>
      <w:r w:rsidRPr="00F53012">
        <w:rPr>
          <w:b/>
          <w:u w:val="single"/>
        </w:rPr>
        <w:t xml:space="preserve">y </w:t>
      </w:r>
      <w:r>
        <w:rPr>
          <w:b/>
          <w:u w:val="single"/>
        </w:rPr>
        <w:t>RJW</w:t>
      </w:r>
      <w:r w:rsidRPr="00B72B37">
        <w:rPr>
          <w:b/>
          <w:u w:val="single"/>
        </w:rPr>
        <w:t xml:space="preserve"> - JSGME ready and Installed by exe</w:t>
      </w:r>
    </w:p>
    <w:p w:rsidR="005E4F04" w:rsidRPr="00B72B37" w:rsidRDefault="005E4F04" w:rsidP="007E3542">
      <w:pPr>
        <w:pStyle w:val="PlainText"/>
        <w:rPr>
          <w:b/>
        </w:rPr>
      </w:pPr>
    </w:p>
    <w:p w:rsidR="005E4F04" w:rsidRPr="00C00D7D" w:rsidRDefault="005E4F04" w:rsidP="007E3542">
      <w:pPr>
        <w:pStyle w:val="PlainText"/>
      </w:pPr>
    </w:p>
    <w:p w:rsidR="005E4F04" w:rsidRPr="00C00D7D" w:rsidRDefault="005E4F04" w:rsidP="00893664">
      <w:pPr>
        <w:pStyle w:val="PlainText"/>
      </w:pPr>
      <w:r w:rsidRPr="00C00D7D">
        <w:t xml:space="preserve">Created: </w:t>
      </w:r>
      <w:r>
        <w:t>11 April</w:t>
      </w:r>
      <w:r w:rsidRPr="00C00D7D">
        <w:t xml:space="preserve"> 20</w:t>
      </w:r>
      <w:r>
        <w:t>21</w:t>
      </w:r>
    </w:p>
    <w:p w:rsidR="005E4F04" w:rsidRDefault="005E4F04" w:rsidP="00893664">
      <w:pPr>
        <w:pStyle w:val="PlainText"/>
      </w:pPr>
      <w:r w:rsidRPr="00C00D7D">
        <w:t xml:space="preserve">Author: </w:t>
      </w:r>
      <w:smartTag w:uri="urn:schemas-microsoft-com:office:smarttags" w:element="PersonName">
        <w:r>
          <w:t>Robert Wiggins</w:t>
        </w:r>
      </w:smartTag>
      <w:r>
        <w:t xml:space="preserve"> SIMHQ forum</w:t>
      </w:r>
    </w:p>
    <w:p w:rsidR="005E4F04" w:rsidRDefault="005E4F04" w:rsidP="00893664">
      <w:pPr>
        <w:pStyle w:val="PlainText"/>
      </w:pPr>
      <w:r>
        <w:t>Version 2.4</w:t>
      </w:r>
    </w:p>
    <w:p w:rsidR="005E4F04" w:rsidRDefault="005E4F04" w:rsidP="0091612F">
      <w:pPr>
        <w:pStyle w:val="PlainText"/>
      </w:pPr>
    </w:p>
    <w:p w:rsidR="005E4F04" w:rsidRPr="00ED15B9" w:rsidRDefault="005E4F04" w:rsidP="00893664">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2.4</w:t>
      </w:r>
    </w:p>
    <w:p w:rsidR="005E4F04" w:rsidRDefault="005E4F04" w:rsidP="00893664">
      <w:pPr>
        <w:pStyle w:val="PlainText"/>
      </w:pPr>
    </w:p>
    <w:p w:rsidR="005E4F04" w:rsidRDefault="005E4F04" w:rsidP="00893664">
      <w:pPr>
        <w:pStyle w:val="PlainText"/>
        <w:numPr>
          <w:ilvl w:val="0"/>
          <w:numId w:val="8"/>
        </w:numPr>
        <w:tabs>
          <w:tab w:val="clear" w:pos="720"/>
          <w:tab w:val="num" w:pos="360"/>
        </w:tabs>
        <w:ind w:left="360"/>
        <w:rPr>
          <w:b/>
          <w:w w:val="101"/>
          <w:u w:val="single"/>
        </w:rPr>
      </w:pPr>
      <w:r>
        <w:t>This mod has been been renamed to reflect a new naming structure</w:t>
      </w:r>
    </w:p>
    <w:p w:rsidR="005E4F04" w:rsidRDefault="005E4F04" w:rsidP="00893664">
      <w:pPr>
        <w:widowControl w:val="0"/>
        <w:autoSpaceDE w:val="0"/>
        <w:autoSpaceDN w:val="0"/>
        <w:adjustRightInd w:val="0"/>
        <w:ind w:right="-20"/>
        <w:jc w:val="both"/>
        <w:rPr>
          <w:rFonts w:ascii="Courier New" w:hAnsi="Courier New" w:cs="Courier New"/>
          <w:b/>
          <w:w w:val="101"/>
          <w:sz w:val="20"/>
          <w:szCs w:val="20"/>
          <w:u w:val="single"/>
        </w:rPr>
      </w:pPr>
    </w:p>
    <w:p w:rsidR="005E4F04" w:rsidRDefault="005E4F04" w:rsidP="0091612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5E4F04" w:rsidRDefault="005E4F04" w:rsidP="0091612F">
      <w:pPr>
        <w:widowControl w:val="0"/>
        <w:autoSpaceDE w:val="0"/>
        <w:autoSpaceDN w:val="0"/>
        <w:adjustRightInd w:val="0"/>
        <w:ind w:right="-20"/>
        <w:jc w:val="both"/>
        <w:rPr>
          <w:rFonts w:ascii="Courier New" w:hAnsi="Courier New" w:cs="Courier New"/>
          <w:b/>
          <w:sz w:val="20"/>
          <w:szCs w:val="20"/>
        </w:rPr>
      </w:pPr>
    </w:p>
    <w:p w:rsidR="005E4F04" w:rsidRDefault="005E4F04" w:rsidP="0091612F">
      <w:pPr>
        <w:pStyle w:val="PlainText"/>
        <w:numPr>
          <w:ilvl w:val="0"/>
          <w:numId w:val="9"/>
        </w:numPr>
      </w:pPr>
      <w:r>
        <w:t>Phalempin airfield update has been added to this mod</w:t>
      </w:r>
    </w:p>
    <w:p w:rsidR="005E4F04" w:rsidRDefault="005E4F04" w:rsidP="00B84AF2">
      <w:pPr>
        <w:pStyle w:val="PlainText"/>
      </w:pPr>
    </w:p>
    <w:p w:rsidR="005E4F04" w:rsidRDefault="005E4F04" w:rsidP="00B84AF2">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5E4F04" w:rsidRDefault="005E4F04" w:rsidP="00B84AF2">
      <w:pPr>
        <w:widowControl w:val="0"/>
        <w:autoSpaceDE w:val="0"/>
        <w:autoSpaceDN w:val="0"/>
        <w:adjustRightInd w:val="0"/>
        <w:ind w:right="-20"/>
        <w:jc w:val="both"/>
        <w:rPr>
          <w:rFonts w:ascii="Courier New" w:hAnsi="Courier New" w:cs="Courier New"/>
          <w:b/>
          <w:sz w:val="20"/>
          <w:szCs w:val="20"/>
        </w:rPr>
      </w:pPr>
    </w:p>
    <w:p w:rsidR="005E4F04" w:rsidRDefault="005E4F04" w:rsidP="00B84AF2">
      <w:pPr>
        <w:pStyle w:val="PlainText"/>
      </w:pPr>
      <w:r>
        <w:t xml:space="preserve">   - This update reflects the clarification of usage instructions</w:t>
      </w:r>
    </w:p>
    <w:p w:rsidR="005E4F04" w:rsidRDefault="005E4F04" w:rsidP="00DE7FDB">
      <w:pPr>
        <w:pStyle w:val="PlainText"/>
      </w:pPr>
    </w:p>
    <w:p w:rsidR="005E4F04" w:rsidRPr="00ED15B9" w:rsidRDefault="005E4F04" w:rsidP="008069A1">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2.2</w:t>
      </w:r>
    </w:p>
    <w:p w:rsidR="005E4F04" w:rsidRPr="00ED15B9" w:rsidRDefault="005E4F04" w:rsidP="008069A1">
      <w:pPr>
        <w:widowControl w:val="0"/>
        <w:autoSpaceDE w:val="0"/>
        <w:autoSpaceDN w:val="0"/>
        <w:adjustRightInd w:val="0"/>
        <w:spacing w:after="18" w:line="180" w:lineRule="exact"/>
        <w:jc w:val="both"/>
        <w:rPr>
          <w:rFonts w:ascii="Courier New" w:hAnsi="Courier New" w:cs="Courier New"/>
          <w:b/>
          <w:sz w:val="20"/>
          <w:szCs w:val="20"/>
        </w:rPr>
      </w:pPr>
    </w:p>
    <w:p w:rsidR="005E4F04" w:rsidRDefault="005E4F04" w:rsidP="008069A1">
      <w:pPr>
        <w:pStyle w:val="PlainText"/>
      </w:pPr>
      <w:r w:rsidRPr="00ED15B9">
        <w:rPr>
          <w:rFonts w:ascii="Calibri" w:hAnsi="Calibri"/>
          <w:b/>
          <w:w w:val="101"/>
        </w:rPr>
        <w:t xml:space="preserve">‐  </w:t>
      </w:r>
      <w:r w:rsidRPr="00ED15B9">
        <w:rPr>
          <w:b/>
          <w:spacing w:val="1"/>
        </w:rPr>
        <w:t xml:space="preserve"> </w:t>
      </w:r>
      <w:r>
        <w:rPr>
          <w:b/>
          <w:spacing w:val="1"/>
        </w:rPr>
        <w:t>This update corrects a faulty elevation of Caffiers airfield and removes a closely located duplicate airfield. Thanks go to Fullofit for having highlighted the problem.</w:t>
      </w:r>
    </w:p>
    <w:p w:rsidR="005E4F04" w:rsidRDefault="005E4F04" w:rsidP="00DE7FDB">
      <w:pPr>
        <w:pStyle w:val="PlainText"/>
      </w:pPr>
    </w:p>
    <w:p w:rsidR="005E4F04" w:rsidRPr="00ED15B9" w:rsidRDefault="005E4F04" w:rsidP="008365EA">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2.1</w:t>
      </w:r>
    </w:p>
    <w:p w:rsidR="005E4F04" w:rsidRPr="00ED15B9" w:rsidRDefault="005E4F04" w:rsidP="008365EA">
      <w:pPr>
        <w:widowControl w:val="0"/>
        <w:autoSpaceDE w:val="0"/>
        <w:autoSpaceDN w:val="0"/>
        <w:adjustRightInd w:val="0"/>
        <w:spacing w:after="18" w:line="180" w:lineRule="exact"/>
        <w:jc w:val="both"/>
        <w:rPr>
          <w:rFonts w:ascii="Courier New" w:hAnsi="Courier New" w:cs="Courier New"/>
          <w:b/>
          <w:sz w:val="20"/>
          <w:szCs w:val="20"/>
        </w:rPr>
      </w:pPr>
    </w:p>
    <w:p w:rsidR="005E4F04" w:rsidRDefault="005E4F04" w:rsidP="00DE7FDB">
      <w:pPr>
        <w:pStyle w:val="PlainText"/>
      </w:pPr>
      <w:r w:rsidRPr="00ED15B9">
        <w:rPr>
          <w:rFonts w:ascii="Calibri" w:hAnsi="Calibri"/>
          <w:b/>
          <w:w w:val="101"/>
        </w:rPr>
        <w:t xml:space="preserve">‐  </w:t>
      </w:r>
      <w:r w:rsidRPr="00ED15B9">
        <w:rPr>
          <w:b/>
          <w:spacing w:val="1"/>
        </w:rPr>
        <w:t xml:space="preserve"> </w:t>
      </w:r>
      <w:r>
        <w:rPr>
          <w:b/>
          <w:spacing w:val="1"/>
        </w:rPr>
        <w:t>This update prevents the mod from over riding the stock WOFF airfields of Lemmes and Vadelaincourt. The two airfields were incorrectly placed in the WOFF world with this mod.</w:t>
      </w:r>
    </w:p>
    <w:p w:rsidR="005E4F04" w:rsidRDefault="005E4F04" w:rsidP="00DE7FDB">
      <w:pPr>
        <w:pStyle w:val="PlainText"/>
      </w:pPr>
    </w:p>
    <w:p w:rsidR="005E4F04" w:rsidRPr="00ED15B9" w:rsidRDefault="005E4F04" w:rsidP="005D313A">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2.0</w:t>
      </w:r>
    </w:p>
    <w:p w:rsidR="005E4F04" w:rsidRPr="00ED15B9" w:rsidRDefault="005E4F04" w:rsidP="007E3542">
      <w:pPr>
        <w:widowControl w:val="0"/>
        <w:autoSpaceDE w:val="0"/>
        <w:autoSpaceDN w:val="0"/>
        <w:adjustRightInd w:val="0"/>
        <w:spacing w:after="18" w:line="180" w:lineRule="exact"/>
        <w:jc w:val="both"/>
        <w:rPr>
          <w:rFonts w:ascii="Courier New" w:hAnsi="Courier New" w:cs="Courier New"/>
          <w:b/>
          <w:sz w:val="20"/>
          <w:szCs w:val="20"/>
        </w:rPr>
      </w:pPr>
    </w:p>
    <w:p w:rsidR="005E4F04" w:rsidRPr="00ED15B9" w:rsidRDefault="005E4F04" w:rsidP="007E3542">
      <w:pPr>
        <w:pStyle w:val="PlainText"/>
        <w:rPr>
          <w:b/>
          <w:spacing w:val="1"/>
        </w:rPr>
      </w:pPr>
      <w:r w:rsidRPr="00ED15B9">
        <w:rPr>
          <w:rFonts w:ascii="Calibri" w:hAnsi="Calibri"/>
          <w:b/>
          <w:w w:val="101"/>
        </w:rPr>
        <w:t xml:space="preserve">‐  </w:t>
      </w:r>
      <w:r w:rsidRPr="00ED15B9">
        <w:rPr>
          <w:b/>
          <w:spacing w:val="1"/>
        </w:rPr>
        <w:t xml:space="preserve"> First release – This </w:t>
      </w:r>
      <w:r>
        <w:rPr>
          <w:b/>
          <w:spacing w:val="1"/>
        </w:rPr>
        <w:t>program</w:t>
      </w:r>
      <w:r w:rsidRPr="00ED15B9">
        <w:rPr>
          <w:b/>
          <w:spacing w:val="1"/>
        </w:rPr>
        <w:t xml:space="preserve"> installs the following mod into your </w:t>
      </w:r>
      <w:r>
        <w:rPr>
          <w:b/>
          <w:spacing w:val="1"/>
        </w:rPr>
        <w:t xml:space="preserve">WOFF mods folder for use by the </w:t>
      </w:r>
      <w:r w:rsidRPr="00ED15B9">
        <w:rPr>
          <w:b/>
          <w:spacing w:val="1"/>
        </w:rPr>
        <w:t>JSGME application:</w:t>
      </w:r>
    </w:p>
    <w:p w:rsidR="005E4F04" w:rsidRPr="00ED15B9" w:rsidRDefault="005E4F04" w:rsidP="00303B8B">
      <w:pPr>
        <w:pStyle w:val="PlainText"/>
        <w:rPr>
          <w:b/>
          <w:spacing w:val="1"/>
        </w:rPr>
      </w:pPr>
    </w:p>
    <w:p w:rsidR="005E4F04" w:rsidRDefault="005E4F04" w:rsidP="00303B8B">
      <w:pPr>
        <w:pStyle w:val="PlainText"/>
        <w:rPr>
          <w:b/>
          <w:spacing w:val="1"/>
        </w:rPr>
      </w:pPr>
      <w:r w:rsidRPr="00ED15B9">
        <w:rPr>
          <w:b/>
          <w:spacing w:val="1"/>
        </w:rPr>
        <w:t xml:space="preserve">“WOFF UE </w:t>
      </w:r>
      <w:r w:rsidRPr="00303B8B">
        <w:rPr>
          <w:b/>
          <w:color w:val="FF0000"/>
          <w:spacing w:val="1"/>
        </w:rPr>
        <w:t>2</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5E4F04" w:rsidRDefault="005E4F04" w:rsidP="007E3542">
      <w:pPr>
        <w:pStyle w:val="PlainText"/>
        <w:rPr>
          <w:b/>
          <w:spacing w:val="1"/>
        </w:rPr>
      </w:pPr>
    </w:p>
    <w:p w:rsidR="005E4F04" w:rsidRDefault="005E4F04" w:rsidP="00303B8B">
      <w:pPr>
        <w:pStyle w:val="PlainText"/>
        <w:rPr>
          <w:b/>
          <w:spacing w:val="1"/>
        </w:rPr>
      </w:pPr>
      <w:r w:rsidRPr="009D1121">
        <w:rPr>
          <w:b/>
          <w:color w:val="FF0000"/>
          <w:spacing w:val="1"/>
        </w:rPr>
        <w:t xml:space="preserve">This mod is dependent on you having installed the following mods into your mods folder, and this mod is dependant on the “WOFF UE 0…” mod being active first, and any </w:t>
      </w:r>
      <w:r w:rsidRPr="009D1121">
        <w:rPr>
          <w:b/>
          <w:color w:val="FF0000"/>
          <w:spacing w:val="1"/>
          <w:u w:val="single"/>
        </w:rPr>
        <w:t>ONE</w:t>
      </w:r>
      <w:r w:rsidRPr="009D1121">
        <w:rPr>
          <w:b/>
          <w:color w:val="FF0000"/>
          <w:spacing w:val="1"/>
        </w:rPr>
        <w:t xml:space="preserve"> of the “WOFF UE 1 ….” Mods being active second, in the JSGME program. </w:t>
      </w:r>
    </w:p>
    <w:p w:rsidR="005E4F04" w:rsidRDefault="005E4F04" w:rsidP="00303B8B">
      <w:pPr>
        <w:pStyle w:val="PlainText"/>
        <w:rPr>
          <w:b/>
          <w:spacing w:val="1"/>
        </w:rPr>
      </w:pPr>
    </w:p>
    <w:p w:rsidR="005E4F04" w:rsidRPr="00ED15B9" w:rsidRDefault="005E4F04" w:rsidP="006E1A49">
      <w:pPr>
        <w:pStyle w:val="PlainText"/>
        <w:rPr>
          <w:b/>
          <w:spacing w:val="1"/>
        </w:rPr>
      </w:pPr>
      <w:r w:rsidRPr="00ED15B9">
        <w:rPr>
          <w:b/>
          <w:spacing w:val="1"/>
        </w:rPr>
        <w:t xml:space="preserve">“WOFF UE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5E4F04" w:rsidRDefault="005E4F04" w:rsidP="00B84AF2">
      <w:pPr>
        <w:pStyle w:val="PlainText"/>
        <w:rPr>
          <w:b/>
          <w:spacing w:val="1"/>
        </w:rPr>
      </w:pPr>
      <w:r>
        <w:rPr>
          <w:b/>
          <w:spacing w:val="1"/>
        </w:rPr>
        <w:t>“</w:t>
      </w:r>
      <w:r w:rsidRPr="00D37600">
        <w:rPr>
          <w:b/>
          <w:spacing w:val="1"/>
        </w:rPr>
        <w:t xml:space="preserve">WOFF UE </w:t>
      </w:r>
      <w:r w:rsidRPr="00B84AF2">
        <w:rPr>
          <w:b/>
          <w:color w:val="FF0000"/>
          <w:spacing w:val="1"/>
        </w:rPr>
        <w:t>1</w:t>
      </w:r>
      <w:r w:rsidRPr="00D37600">
        <w:rPr>
          <w:b/>
          <w:spacing w:val="1"/>
        </w:rPr>
        <w:t xml:space="preserve"> - 1914+ Facilities - Full Trees Populated by Panama Red</w:t>
      </w:r>
      <w:r>
        <w:rPr>
          <w:b/>
          <w:spacing w:val="1"/>
        </w:rPr>
        <w:t>”</w:t>
      </w:r>
    </w:p>
    <w:p w:rsidR="005E4F04" w:rsidRDefault="005E4F04" w:rsidP="00B84AF2">
      <w:pPr>
        <w:pStyle w:val="PlainText"/>
        <w:rPr>
          <w:b/>
          <w:spacing w:val="1"/>
        </w:rPr>
      </w:pPr>
      <w:r>
        <w:rPr>
          <w:b/>
          <w:spacing w:val="1"/>
        </w:rPr>
        <w:t>“</w:t>
      </w:r>
      <w:r w:rsidRPr="00D37600">
        <w:rPr>
          <w:b/>
          <w:spacing w:val="1"/>
        </w:rPr>
        <w:t xml:space="preserve">WOFF UE </w:t>
      </w:r>
      <w:r w:rsidRPr="00B84AF2">
        <w:rPr>
          <w:b/>
          <w:color w:val="FF0000"/>
          <w:spacing w:val="1"/>
        </w:rPr>
        <w:t>1</w:t>
      </w:r>
      <w:r w:rsidRPr="00D37600">
        <w:rPr>
          <w:b/>
          <w:spacing w:val="1"/>
        </w:rPr>
        <w:t xml:space="preserve"> - 191</w:t>
      </w:r>
      <w:r>
        <w:rPr>
          <w:b/>
          <w:spacing w:val="1"/>
        </w:rPr>
        <w:t>7</w:t>
      </w:r>
      <w:r w:rsidRPr="00D37600">
        <w:rPr>
          <w:b/>
          <w:spacing w:val="1"/>
        </w:rPr>
        <w:t>+ Facilities - Full Trees Populated by Panama Red</w:t>
      </w:r>
      <w:r>
        <w:rPr>
          <w:b/>
          <w:spacing w:val="1"/>
        </w:rPr>
        <w:t>”</w:t>
      </w:r>
    </w:p>
    <w:p w:rsidR="005E4F04" w:rsidRPr="00AA7BD3" w:rsidRDefault="005E4F04" w:rsidP="00B84AF2">
      <w:pPr>
        <w:pStyle w:val="PlainText"/>
        <w:rPr>
          <w:b/>
          <w:spacing w:val="1"/>
        </w:rPr>
      </w:pPr>
      <w:r>
        <w:rPr>
          <w:b/>
          <w:spacing w:val="1"/>
        </w:rPr>
        <w:t>“</w:t>
      </w:r>
      <w:r w:rsidRPr="00AA7BD3">
        <w:rPr>
          <w:b/>
          <w:spacing w:val="1"/>
        </w:rPr>
        <w:t xml:space="preserve">WOFF UE </w:t>
      </w:r>
      <w:r w:rsidRPr="00B84AF2">
        <w:rPr>
          <w:b/>
          <w:color w:val="FF0000"/>
          <w:spacing w:val="1"/>
        </w:rPr>
        <w:t>1</w:t>
      </w:r>
      <w:r w:rsidRPr="00AA7BD3">
        <w:rPr>
          <w:b/>
          <w:spacing w:val="1"/>
        </w:rPr>
        <w:t xml:space="preserve"> - 1917+ Facilities - Reduced Trees Populated by Panama Red</w:t>
      </w:r>
      <w:r>
        <w:rPr>
          <w:b/>
          <w:spacing w:val="1"/>
        </w:rPr>
        <w:t>”</w:t>
      </w:r>
    </w:p>
    <w:p w:rsidR="005E4F04" w:rsidRDefault="005E4F04" w:rsidP="00B84AF2">
      <w:pPr>
        <w:pStyle w:val="PlainText"/>
        <w:rPr>
          <w:b/>
          <w:spacing w:val="1"/>
        </w:rPr>
      </w:pPr>
      <w:r>
        <w:rPr>
          <w:b/>
          <w:spacing w:val="1"/>
        </w:rPr>
        <w:t>“</w:t>
      </w:r>
      <w:r w:rsidRPr="00D37600">
        <w:rPr>
          <w:b/>
          <w:spacing w:val="1"/>
        </w:rPr>
        <w:t xml:space="preserve">WOFF UE </w:t>
      </w:r>
      <w:r w:rsidRPr="00B84AF2">
        <w:rPr>
          <w:b/>
          <w:color w:val="FF0000"/>
          <w:spacing w:val="1"/>
        </w:rPr>
        <w:t>1</w:t>
      </w:r>
      <w:r w:rsidRPr="00D37600">
        <w:rPr>
          <w:b/>
          <w:spacing w:val="1"/>
        </w:rPr>
        <w:t xml:space="preserve"> - 191</w:t>
      </w:r>
      <w:r>
        <w:rPr>
          <w:b/>
          <w:spacing w:val="1"/>
        </w:rPr>
        <w:t>8</w:t>
      </w:r>
      <w:r w:rsidRPr="00D37600">
        <w:rPr>
          <w:b/>
          <w:spacing w:val="1"/>
        </w:rPr>
        <w:t>+ Facilities - Full Trees Populated by Panama Red</w:t>
      </w:r>
      <w:r>
        <w:rPr>
          <w:b/>
          <w:spacing w:val="1"/>
        </w:rPr>
        <w:t>”</w:t>
      </w:r>
    </w:p>
    <w:p w:rsidR="005E4F04" w:rsidRDefault="005E4F04" w:rsidP="00B84AF2">
      <w:pPr>
        <w:pStyle w:val="PlainText"/>
        <w:rPr>
          <w:b/>
          <w:spacing w:val="1"/>
        </w:rPr>
      </w:pPr>
      <w:r>
        <w:rPr>
          <w:b/>
          <w:spacing w:val="1"/>
        </w:rPr>
        <w:t>“</w:t>
      </w:r>
      <w:r w:rsidRPr="00AA7BD3">
        <w:rPr>
          <w:b/>
          <w:spacing w:val="1"/>
        </w:rPr>
        <w:t xml:space="preserve">WOFF UE </w:t>
      </w:r>
      <w:r w:rsidRPr="00B84AF2">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5E4F04" w:rsidRPr="00C00D7D" w:rsidRDefault="005E4F04" w:rsidP="007E3542">
      <w:pPr>
        <w:pStyle w:val="PlainText"/>
      </w:pPr>
    </w:p>
    <w:p w:rsidR="005E4F04" w:rsidRPr="00122B66" w:rsidRDefault="005E4F04"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5E4F04" w:rsidRPr="00122B66" w:rsidRDefault="005E4F04" w:rsidP="007E3542">
      <w:pPr>
        <w:pStyle w:val="PlainText"/>
        <w:rPr>
          <w:b/>
        </w:rPr>
      </w:pPr>
    </w:p>
    <w:p w:rsidR="005E4F04" w:rsidRDefault="005E4F04" w:rsidP="007E3542">
      <w:pPr>
        <w:pStyle w:val="PlainText"/>
        <w:rPr>
          <w:b/>
        </w:rPr>
      </w:pPr>
      <w:r>
        <w:rPr>
          <w:b/>
        </w:rPr>
        <w:t>Driveletter:\..path to ...\WOFF\MODS</w:t>
      </w:r>
    </w:p>
    <w:p w:rsidR="005E4F04" w:rsidRPr="00122B66" w:rsidRDefault="005E4F04" w:rsidP="007E3542">
      <w:pPr>
        <w:pStyle w:val="PlainText"/>
        <w:rPr>
          <w:b/>
        </w:rPr>
      </w:pPr>
    </w:p>
    <w:p w:rsidR="005E4F04" w:rsidRPr="00122B66" w:rsidRDefault="005E4F04"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5E4F04" w:rsidRPr="00C00D7D" w:rsidRDefault="005E4F04" w:rsidP="007E3542">
      <w:pPr>
        <w:pStyle w:val="PlainText"/>
      </w:pPr>
    </w:p>
    <w:p w:rsidR="005E4F04" w:rsidRPr="00C00D7D" w:rsidRDefault="005E4F04" w:rsidP="007E3542">
      <w:pPr>
        <w:pStyle w:val="PlainText"/>
      </w:pPr>
    </w:p>
    <w:p w:rsidR="005E4F04" w:rsidRDefault="005E4F04" w:rsidP="007E3542">
      <w:pPr>
        <w:pStyle w:val="PlainText"/>
        <w:rPr>
          <w:b/>
          <w:u w:val="single"/>
        </w:rPr>
      </w:pPr>
      <w:r w:rsidRPr="00122B66">
        <w:rPr>
          <w:b/>
          <w:u w:val="single"/>
        </w:rPr>
        <w:t>Requires:</w:t>
      </w:r>
    </w:p>
    <w:p w:rsidR="005E4F04" w:rsidRDefault="005E4F04" w:rsidP="007E3542">
      <w:pPr>
        <w:pStyle w:val="PlainText"/>
        <w:rPr>
          <w:b/>
          <w:u w:val="single"/>
        </w:rPr>
      </w:pPr>
    </w:p>
    <w:p w:rsidR="005E4F04" w:rsidRDefault="005E4F04" w:rsidP="007E3542">
      <w:pPr>
        <w:pStyle w:val="PlainText"/>
        <w:rPr>
          <w:b/>
        </w:rPr>
      </w:pPr>
      <w:r w:rsidRPr="00122B66">
        <w:rPr>
          <w:b/>
        </w:rPr>
        <w:t>JSGME program (JoneSoft Generic Mod Enabler Version 2.6) which is available at:</w:t>
      </w:r>
    </w:p>
    <w:p w:rsidR="005E4F04" w:rsidRPr="00AA49C0" w:rsidRDefault="005E4F04"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5E4F04" w:rsidRPr="00C00D7D" w:rsidRDefault="005E4F04" w:rsidP="007E3542">
      <w:pPr>
        <w:pStyle w:val="PlainText"/>
      </w:pPr>
    </w:p>
    <w:p w:rsidR="005E4F04" w:rsidRPr="00C00D7D" w:rsidRDefault="005E4F04" w:rsidP="007E3542">
      <w:pPr>
        <w:pStyle w:val="PlainText"/>
      </w:pPr>
      <w:r w:rsidRPr="00C00D7D">
        <w:t>Wings Over Flanders Fields which is available at:</w:t>
      </w:r>
    </w:p>
    <w:p w:rsidR="005E4F04" w:rsidRPr="00AA49C0" w:rsidRDefault="005E4F04"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5E4F04" w:rsidRDefault="005E4F04">
      <w:pPr>
        <w:widowControl w:val="0"/>
        <w:autoSpaceDE w:val="0"/>
        <w:autoSpaceDN w:val="0"/>
        <w:adjustRightInd w:val="0"/>
        <w:spacing w:line="240" w:lineRule="exact"/>
      </w:pPr>
      <w:r>
        <w:br w:type="page"/>
      </w:r>
    </w:p>
    <w:p w:rsidR="005E4F04" w:rsidRDefault="005E4F04" w:rsidP="007E3542">
      <w:pPr>
        <w:pStyle w:val="PlainText"/>
        <w:rPr>
          <w:b/>
          <w:u w:val="single"/>
        </w:rPr>
      </w:pPr>
      <w:r w:rsidRPr="007E3542">
        <w:rPr>
          <w:b/>
          <w:u w:val="single"/>
        </w:rPr>
        <w:t>Description:</w:t>
      </w:r>
    </w:p>
    <w:p w:rsidR="005E4F04" w:rsidRDefault="005E4F04" w:rsidP="007E3542">
      <w:pPr>
        <w:pStyle w:val="PlainText"/>
        <w:rPr>
          <w:b/>
          <w:u w:val="single"/>
        </w:rPr>
      </w:pPr>
    </w:p>
    <w:p w:rsidR="005E4F04" w:rsidRDefault="005E4F04" w:rsidP="004357E8">
      <w:pPr>
        <w:pStyle w:val="PlainText"/>
        <w:rPr>
          <w:b/>
        </w:rPr>
      </w:pPr>
      <w:r>
        <w:rPr>
          <w:b/>
        </w:rPr>
        <w:t xml:space="preserve">This mod was set up to hold all the modifications to the stock WOFF UE “Periods” and “CampaignData” folders, that were required in order to support the “Consolidated Custom Facilities Mods” and the “Consolidated Custom Airfields Mods”. This JSGME mod when activated, will swap out the stock WOFF UE folders mentioned above and replace them with the modified versions. Deactivation of the mod will reinstate the stock WOFF UE folders. </w:t>
      </w:r>
    </w:p>
    <w:p w:rsidR="005E4F04" w:rsidRDefault="005E4F04" w:rsidP="004357E8">
      <w:pPr>
        <w:pStyle w:val="PlainText"/>
        <w:rPr>
          <w:b/>
        </w:rPr>
      </w:pPr>
    </w:p>
    <w:p w:rsidR="005E4F04" w:rsidRDefault="005E4F04" w:rsidP="004357E8">
      <w:pPr>
        <w:pStyle w:val="PlainText"/>
        <w:rPr>
          <w:b/>
        </w:rPr>
      </w:pPr>
      <w:r w:rsidRPr="00ED15B9">
        <w:rPr>
          <w:b/>
          <w:spacing w:val="1"/>
        </w:rPr>
        <w:t xml:space="preserve">“WOFF </w:t>
      </w:r>
      <w:r w:rsidRPr="00E0581A">
        <w:rPr>
          <w:b/>
          <w:color w:val="FF0000"/>
          <w:spacing w:val="1"/>
        </w:rPr>
        <w:t>2</w:t>
      </w:r>
      <w:r w:rsidRPr="00893664">
        <w:rPr>
          <w:b/>
          <w:spacing w:val="1"/>
        </w:rPr>
        <w:t xml:space="preserve"> </w:t>
      </w:r>
      <w:r w:rsidRPr="00ED15B9">
        <w:rPr>
          <w:b/>
          <w:spacing w:val="1"/>
        </w:rPr>
        <w:t>UE –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5E4F04" w:rsidRDefault="005E4F04" w:rsidP="004357E8">
      <w:pPr>
        <w:pStyle w:val="PlainText"/>
        <w:rPr>
          <w:b/>
        </w:rPr>
      </w:pPr>
    </w:p>
    <w:p w:rsidR="005E4F04" w:rsidRDefault="005E4F04" w:rsidP="0096754D">
      <w:pPr>
        <w:pStyle w:val="PlainText"/>
        <w:rPr>
          <w:b/>
          <w:spacing w:val="1"/>
        </w:rPr>
      </w:pPr>
      <w:r>
        <w:rPr>
          <w:b/>
          <w:spacing w:val="1"/>
        </w:rPr>
        <w:t>The above mod</w:t>
      </w:r>
      <w:r w:rsidRPr="00ED15B9">
        <w:rPr>
          <w:b/>
          <w:spacing w:val="1"/>
        </w:rPr>
        <w:t xml:space="preserve"> can only be activated in the JSGME program, </w:t>
      </w:r>
      <w:r>
        <w:rPr>
          <w:b/>
          <w:spacing w:val="1"/>
        </w:rPr>
        <w:t xml:space="preserve">third as it </w:t>
      </w:r>
      <w:r w:rsidRPr="00ED15B9">
        <w:rPr>
          <w:b/>
          <w:color w:val="FF0000"/>
          <w:spacing w:val="1"/>
        </w:rPr>
        <w:t>is dependant on the “WOFF 0…” mod being active first</w:t>
      </w:r>
      <w:r w:rsidRPr="006308E7">
        <w:rPr>
          <w:b/>
          <w:color w:val="FF0000"/>
          <w:spacing w:val="1"/>
        </w:rPr>
        <w:t>, and any one of the “WOFF 1 ….” Mods being active second</w:t>
      </w:r>
      <w:r>
        <w:rPr>
          <w:b/>
          <w:spacing w:val="1"/>
        </w:rPr>
        <w:t>.</w:t>
      </w:r>
      <w:r w:rsidRPr="00ED15B9">
        <w:rPr>
          <w:b/>
          <w:spacing w:val="1"/>
        </w:rPr>
        <w:t xml:space="preserve"> </w:t>
      </w:r>
    </w:p>
    <w:p w:rsidR="005E4F04" w:rsidRPr="00ED15B9" w:rsidRDefault="005E4F04" w:rsidP="0096754D">
      <w:pPr>
        <w:pStyle w:val="PlainText"/>
        <w:rPr>
          <w:b/>
          <w:spacing w:val="1"/>
        </w:rPr>
      </w:pPr>
    </w:p>
    <w:p w:rsidR="005E4F04" w:rsidRDefault="005E4F04" w:rsidP="0096754D">
      <w:pPr>
        <w:pStyle w:val="PlainText"/>
        <w:rPr>
          <w:b/>
          <w:spacing w:val="1"/>
        </w:rPr>
      </w:pPr>
      <w:r>
        <w:rPr>
          <w:b/>
          <w:spacing w:val="1"/>
        </w:rPr>
        <w:t>The above mod is a prerequisite for the use of any of the following mods which can be downloaded and implemented independently of each other.</w:t>
      </w:r>
    </w:p>
    <w:p w:rsidR="005E4F04" w:rsidRDefault="005E4F04" w:rsidP="0096754D">
      <w:pPr>
        <w:pStyle w:val="PlainText"/>
        <w:rPr>
          <w:b/>
          <w:spacing w:val="1"/>
        </w:rPr>
      </w:pPr>
    </w:p>
    <w:p w:rsidR="005E4F04" w:rsidRDefault="005E4F04" w:rsidP="0096754D">
      <w:pPr>
        <w:pStyle w:val="PlainText"/>
        <w:rPr>
          <w:b/>
          <w:spacing w:val="1"/>
        </w:rPr>
      </w:pPr>
      <w:r>
        <w:rPr>
          <w:b/>
          <w:spacing w:val="1"/>
        </w:rPr>
        <w:t xml:space="preserve">“WOFF </w:t>
      </w:r>
      <w:r w:rsidRPr="00E0581A">
        <w:rPr>
          <w:b/>
          <w:color w:val="FF0000"/>
          <w:spacing w:val="1"/>
        </w:rPr>
        <w:t>3a</w:t>
      </w:r>
      <w:r>
        <w:rPr>
          <w:b/>
          <w:spacing w:val="1"/>
        </w:rPr>
        <w:t xml:space="preserve"> – Consolidated Custom Facilities Havrincourt Wood Mod”</w:t>
      </w:r>
    </w:p>
    <w:p w:rsidR="005E4F04" w:rsidRDefault="005E4F04" w:rsidP="0096754D">
      <w:pPr>
        <w:pStyle w:val="PlainText"/>
        <w:rPr>
          <w:b/>
          <w:spacing w:val="1"/>
        </w:rPr>
      </w:pPr>
      <w:r>
        <w:rPr>
          <w:b/>
          <w:spacing w:val="1"/>
        </w:rPr>
        <w:t xml:space="preserve">“WOFF </w:t>
      </w:r>
      <w:r w:rsidRPr="00E0581A">
        <w:rPr>
          <w:b/>
          <w:color w:val="FF0000"/>
          <w:spacing w:val="1"/>
        </w:rPr>
        <w:t>3b</w:t>
      </w:r>
      <w:r>
        <w:rPr>
          <w:b/>
          <w:spacing w:val="1"/>
        </w:rPr>
        <w:t xml:space="preserve"> – Connsolidated Custom Facilities </w:t>
      </w:r>
      <w:smartTag w:uri="urn:schemas-microsoft-com:office:smarttags" w:element="place">
        <w:smartTag w:uri="urn:schemas-microsoft-com:office:smarttags" w:element="City">
          <w:r>
            <w:rPr>
              <w:b/>
              <w:spacing w:val="1"/>
            </w:rPr>
            <w:t>Verdun</w:t>
          </w:r>
        </w:smartTag>
      </w:smartTag>
      <w:r>
        <w:rPr>
          <w:b/>
          <w:spacing w:val="1"/>
        </w:rPr>
        <w:t xml:space="preserve"> Forts Mod”</w:t>
      </w:r>
    </w:p>
    <w:p w:rsidR="005E4F04" w:rsidRPr="00ED15B9" w:rsidRDefault="005E4F04" w:rsidP="0096754D">
      <w:pPr>
        <w:pStyle w:val="PlainText"/>
        <w:rPr>
          <w:b/>
        </w:rPr>
      </w:pPr>
      <w:r>
        <w:rPr>
          <w:b/>
          <w:spacing w:val="1"/>
        </w:rPr>
        <w:t xml:space="preserve">“WOFF </w:t>
      </w:r>
      <w:r w:rsidRPr="00E0581A">
        <w:rPr>
          <w:b/>
          <w:color w:val="FF0000"/>
          <w:spacing w:val="1"/>
        </w:rPr>
        <w:t>4a</w:t>
      </w:r>
      <w:r>
        <w:rPr>
          <w:b/>
          <w:spacing w:val="1"/>
        </w:rPr>
        <w:t xml:space="preserve"> – Consolidated Custom Airfields Mod”</w:t>
      </w:r>
    </w:p>
    <w:p w:rsidR="005E4F04" w:rsidRDefault="005E4F04">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w:t>
      </w:r>
      <w:smartTag w:uri="urn:schemas-microsoft-com:office:smarttags" w:element="PersonName">
        <w:r>
          <w:rPr>
            <w:rFonts w:ascii="Courier New" w:hAnsi="Courier New" w:cs="Courier New"/>
            <w:b/>
            <w:color w:val="000000"/>
            <w:sz w:val="20"/>
            <w:szCs w:val="20"/>
          </w:rPr>
          <w:t>Robert Wiggins</w:t>
        </w:r>
      </w:smartTag>
      <w:r>
        <w:rPr>
          <w:rFonts w:ascii="Courier New" w:hAnsi="Courier New" w:cs="Courier New"/>
          <w:b/>
          <w:color w:val="000000"/>
          <w:sz w:val="20"/>
          <w:szCs w:val="20"/>
        </w:rPr>
        <w:t xml:space="preserve">”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5E4F04" w:rsidRDefault="005E4F04">
      <w:pPr>
        <w:widowControl w:val="0"/>
        <w:autoSpaceDE w:val="0"/>
        <w:autoSpaceDN w:val="0"/>
        <w:adjustRightInd w:val="0"/>
        <w:spacing w:line="244" w:lineRule="auto"/>
        <w:ind w:right="1481"/>
        <w:rPr>
          <w:rFonts w:ascii="Courier New" w:hAnsi="Courier New" w:cs="Courier New"/>
          <w:sz w:val="20"/>
          <w:szCs w:val="20"/>
        </w:rPr>
      </w:pPr>
    </w:p>
    <w:p w:rsidR="005E4F04" w:rsidRDefault="005E4F04">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5E4F04" w:rsidRPr="0006448D" w:rsidRDefault="005E4F04">
      <w:pPr>
        <w:widowControl w:val="0"/>
        <w:autoSpaceDE w:val="0"/>
        <w:autoSpaceDN w:val="0"/>
        <w:adjustRightInd w:val="0"/>
        <w:spacing w:line="244" w:lineRule="auto"/>
        <w:ind w:right="1481"/>
        <w:rPr>
          <w:rFonts w:ascii="Courier New" w:hAnsi="Courier New" w:cs="Courier New"/>
          <w:sz w:val="20"/>
          <w:szCs w:val="20"/>
        </w:rPr>
      </w:pPr>
    </w:p>
    <w:p w:rsidR="005E4F04" w:rsidRDefault="005E4F04">
      <w:pPr>
        <w:widowControl w:val="0"/>
        <w:autoSpaceDE w:val="0"/>
        <w:autoSpaceDN w:val="0"/>
        <w:adjustRightInd w:val="0"/>
        <w:spacing w:line="240" w:lineRule="exact"/>
        <w:rPr>
          <w:rFonts w:ascii="Calibri" w:hAnsi="Calibri" w:cs="Calibri"/>
        </w:rPr>
      </w:pPr>
    </w:p>
    <w:p w:rsidR="005E4F04" w:rsidRPr="00265C99" w:rsidRDefault="005E4F04" w:rsidP="007E3542">
      <w:pPr>
        <w:pStyle w:val="PlainText"/>
        <w:rPr>
          <w:b/>
          <w:sz w:val="28"/>
          <w:szCs w:val="28"/>
          <w:u w:val="single"/>
        </w:rPr>
      </w:pPr>
      <w:r w:rsidRPr="00265C99">
        <w:rPr>
          <w:b/>
          <w:sz w:val="28"/>
          <w:szCs w:val="28"/>
          <w:u w:val="single"/>
        </w:rPr>
        <w:t>IMPORTANT NOTES:</w:t>
      </w:r>
    </w:p>
    <w:p w:rsidR="005E4F04" w:rsidRPr="00265C99" w:rsidRDefault="005E4F04" w:rsidP="007E3542">
      <w:pPr>
        <w:pStyle w:val="PlainText"/>
        <w:rPr>
          <w:sz w:val="28"/>
          <w:szCs w:val="28"/>
        </w:rPr>
      </w:pPr>
    </w:p>
    <w:p w:rsidR="005E4F04" w:rsidRDefault="005E4F04" w:rsidP="007E3542">
      <w:pPr>
        <w:pStyle w:val="PlainText"/>
        <w:rPr>
          <w:b/>
          <w:sz w:val="28"/>
          <w:szCs w:val="28"/>
          <w:u w:val="single"/>
        </w:rPr>
      </w:pPr>
      <w:r w:rsidRPr="00265C99">
        <w:rPr>
          <w:b/>
          <w:sz w:val="28"/>
          <w:szCs w:val="28"/>
          <w:u w:val="single"/>
        </w:rPr>
        <w:t xml:space="preserve">OBD offer NO SUPPORT for this MOD AT ALL - Use at your own risk. </w:t>
      </w:r>
    </w:p>
    <w:p w:rsidR="005E4F04" w:rsidRPr="00265C99" w:rsidRDefault="005E4F04" w:rsidP="007E3542">
      <w:pPr>
        <w:pStyle w:val="PlainText"/>
        <w:rPr>
          <w:b/>
          <w:sz w:val="28"/>
          <w:szCs w:val="28"/>
          <w:u w:val="single"/>
        </w:rPr>
      </w:pPr>
    </w:p>
    <w:p w:rsidR="005E4F04" w:rsidRPr="00265C99" w:rsidRDefault="005E4F04"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5E4F04" w:rsidRPr="00265C99" w:rsidRDefault="005E4F04" w:rsidP="007E3542">
      <w:pPr>
        <w:pStyle w:val="PlainText"/>
        <w:rPr>
          <w:b/>
          <w:sz w:val="28"/>
          <w:szCs w:val="28"/>
          <w:u w:val="single"/>
        </w:rPr>
      </w:pPr>
    </w:p>
    <w:p w:rsidR="005E4F04" w:rsidRPr="00265C99" w:rsidRDefault="005E4F04"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5E4F04" w:rsidRDefault="005E4F04">
      <w:pPr>
        <w:widowControl w:val="0"/>
        <w:autoSpaceDE w:val="0"/>
        <w:autoSpaceDN w:val="0"/>
        <w:adjustRightInd w:val="0"/>
        <w:spacing w:line="240" w:lineRule="exact"/>
        <w:rPr>
          <w:rFonts w:ascii="Calibri" w:hAnsi="Calibri" w:cs="Calibri"/>
        </w:rPr>
      </w:pPr>
    </w:p>
    <w:p w:rsidR="005E4F04" w:rsidRDefault="005E4F04">
      <w:pPr>
        <w:widowControl w:val="0"/>
        <w:autoSpaceDE w:val="0"/>
        <w:autoSpaceDN w:val="0"/>
        <w:adjustRightInd w:val="0"/>
        <w:spacing w:line="240" w:lineRule="exact"/>
        <w:rPr>
          <w:rFonts w:ascii="Calibri" w:hAnsi="Calibri" w:cs="Calibri"/>
        </w:rPr>
      </w:pPr>
    </w:p>
    <w:p w:rsidR="005E4F04" w:rsidRDefault="005E4F04">
      <w:pPr>
        <w:widowControl w:val="0"/>
        <w:autoSpaceDE w:val="0"/>
        <w:autoSpaceDN w:val="0"/>
        <w:adjustRightInd w:val="0"/>
        <w:spacing w:after="16" w:line="160" w:lineRule="exact"/>
        <w:rPr>
          <w:rFonts w:ascii="Calibri" w:hAnsi="Calibri" w:cs="Calibri"/>
          <w:sz w:val="16"/>
          <w:szCs w:val="16"/>
        </w:rPr>
      </w:pPr>
    </w:p>
    <w:sectPr w:rsidR="005E4F04"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7B5"/>
    <w:multiLevelType w:val="hybridMultilevel"/>
    <w:tmpl w:val="474C97D0"/>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920ED2"/>
    <w:multiLevelType w:val="hybridMultilevel"/>
    <w:tmpl w:val="8286EA64"/>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26C46DD2"/>
    <w:multiLevelType w:val="hybridMultilevel"/>
    <w:tmpl w:val="B606B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16ED3"/>
    <w:multiLevelType w:val="hybridMultilevel"/>
    <w:tmpl w:val="CE3086C8"/>
    <w:lvl w:ilvl="0" w:tplc="067061D6">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56070BF3"/>
    <w:multiLevelType w:val="multilevel"/>
    <w:tmpl w:val="B606B6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2CC66CB"/>
    <w:multiLevelType w:val="hybridMultilevel"/>
    <w:tmpl w:val="77661A3E"/>
    <w:lvl w:ilvl="0" w:tplc="2C4CE5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6"/>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02104"/>
    <w:rsid w:val="000051F2"/>
    <w:rsid w:val="000169C4"/>
    <w:rsid w:val="00036161"/>
    <w:rsid w:val="000379CF"/>
    <w:rsid w:val="00040D3F"/>
    <w:rsid w:val="000630AF"/>
    <w:rsid w:val="0006448D"/>
    <w:rsid w:val="000757A5"/>
    <w:rsid w:val="000A0CDA"/>
    <w:rsid w:val="000B31FC"/>
    <w:rsid w:val="000B7EA2"/>
    <w:rsid w:val="000C3941"/>
    <w:rsid w:val="000C73B0"/>
    <w:rsid w:val="000D1A05"/>
    <w:rsid w:val="000E3BF9"/>
    <w:rsid w:val="000F3297"/>
    <w:rsid w:val="001028EB"/>
    <w:rsid w:val="00122B66"/>
    <w:rsid w:val="00131342"/>
    <w:rsid w:val="0013301B"/>
    <w:rsid w:val="00133D03"/>
    <w:rsid w:val="00170FD3"/>
    <w:rsid w:val="00194654"/>
    <w:rsid w:val="0020715B"/>
    <w:rsid w:val="00207607"/>
    <w:rsid w:val="002105B3"/>
    <w:rsid w:val="00214208"/>
    <w:rsid w:val="002304F4"/>
    <w:rsid w:val="00246BCC"/>
    <w:rsid w:val="002473C8"/>
    <w:rsid w:val="00265C99"/>
    <w:rsid w:val="00285D17"/>
    <w:rsid w:val="002B106A"/>
    <w:rsid w:val="002B3DAE"/>
    <w:rsid w:val="002E04EB"/>
    <w:rsid w:val="002E5D7C"/>
    <w:rsid w:val="002E7F35"/>
    <w:rsid w:val="002F1ACB"/>
    <w:rsid w:val="002F5855"/>
    <w:rsid w:val="00303B8B"/>
    <w:rsid w:val="00316496"/>
    <w:rsid w:val="0032195B"/>
    <w:rsid w:val="00336053"/>
    <w:rsid w:val="00342629"/>
    <w:rsid w:val="00362766"/>
    <w:rsid w:val="003648FD"/>
    <w:rsid w:val="0037676B"/>
    <w:rsid w:val="00383E11"/>
    <w:rsid w:val="003A2F7B"/>
    <w:rsid w:val="003A73DA"/>
    <w:rsid w:val="003C5E96"/>
    <w:rsid w:val="003C768B"/>
    <w:rsid w:val="003E1C72"/>
    <w:rsid w:val="003F106A"/>
    <w:rsid w:val="003F21CB"/>
    <w:rsid w:val="003F2F84"/>
    <w:rsid w:val="003F7209"/>
    <w:rsid w:val="00405F5C"/>
    <w:rsid w:val="0040649C"/>
    <w:rsid w:val="0040759C"/>
    <w:rsid w:val="004327CE"/>
    <w:rsid w:val="004357E8"/>
    <w:rsid w:val="004379FF"/>
    <w:rsid w:val="00457759"/>
    <w:rsid w:val="00480A14"/>
    <w:rsid w:val="00494CC3"/>
    <w:rsid w:val="004B43CD"/>
    <w:rsid w:val="004C2BAF"/>
    <w:rsid w:val="004C45AC"/>
    <w:rsid w:val="004D2201"/>
    <w:rsid w:val="004F6244"/>
    <w:rsid w:val="00502EB9"/>
    <w:rsid w:val="00522B17"/>
    <w:rsid w:val="00543416"/>
    <w:rsid w:val="00573057"/>
    <w:rsid w:val="00573BAA"/>
    <w:rsid w:val="005D0BB5"/>
    <w:rsid w:val="005D313A"/>
    <w:rsid w:val="005D6C34"/>
    <w:rsid w:val="005E4F04"/>
    <w:rsid w:val="00603113"/>
    <w:rsid w:val="006122AC"/>
    <w:rsid w:val="006308E7"/>
    <w:rsid w:val="00651C93"/>
    <w:rsid w:val="006A78A5"/>
    <w:rsid w:val="006D27F7"/>
    <w:rsid w:val="006E1A49"/>
    <w:rsid w:val="006F2841"/>
    <w:rsid w:val="006F4B97"/>
    <w:rsid w:val="00726C13"/>
    <w:rsid w:val="00746CE5"/>
    <w:rsid w:val="00767727"/>
    <w:rsid w:val="00780B66"/>
    <w:rsid w:val="00787B81"/>
    <w:rsid w:val="00791F86"/>
    <w:rsid w:val="0079245A"/>
    <w:rsid w:val="007A44B1"/>
    <w:rsid w:val="007B7D4D"/>
    <w:rsid w:val="007C1757"/>
    <w:rsid w:val="007D5940"/>
    <w:rsid w:val="007E3542"/>
    <w:rsid w:val="007F12C1"/>
    <w:rsid w:val="00802FD7"/>
    <w:rsid w:val="008069A1"/>
    <w:rsid w:val="008225D0"/>
    <w:rsid w:val="008229EE"/>
    <w:rsid w:val="0082313E"/>
    <w:rsid w:val="00834229"/>
    <w:rsid w:val="0083525C"/>
    <w:rsid w:val="008365EA"/>
    <w:rsid w:val="008544EE"/>
    <w:rsid w:val="008679AD"/>
    <w:rsid w:val="0087079C"/>
    <w:rsid w:val="00873EC8"/>
    <w:rsid w:val="008771B4"/>
    <w:rsid w:val="0087790D"/>
    <w:rsid w:val="00881EB3"/>
    <w:rsid w:val="00887AAC"/>
    <w:rsid w:val="00893664"/>
    <w:rsid w:val="008960C7"/>
    <w:rsid w:val="008A0DDD"/>
    <w:rsid w:val="008B1F15"/>
    <w:rsid w:val="008E044A"/>
    <w:rsid w:val="00907306"/>
    <w:rsid w:val="0091300B"/>
    <w:rsid w:val="0091612F"/>
    <w:rsid w:val="009426BC"/>
    <w:rsid w:val="00964165"/>
    <w:rsid w:val="0096754D"/>
    <w:rsid w:val="0097606B"/>
    <w:rsid w:val="00981245"/>
    <w:rsid w:val="009A4F1D"/>
    <w:rsid w:val="009C1E39"/>
    <w:rsid w:val="009D1121"/>
    <w:rsid w:val="00A0789D"/>
    <w:rsid w:val="00A151BB"/>
    <w:rsid w:val="00A21319"/>
    <w:rsid w:val="00A408CF"/>
    <w:rsid w:val="00A63658"/>
    <w:rsid w:val="00A767CB"/>
    <w:rsid w:val="00A8300D"/>
    <w:rsid w:val="00A9103A"/>
    <w:rsid w:val="00AA22CF"/>
    <w:rsid w:val="00AA49C0"/>
    <w:rsid w:val="00AA5C88"/>
    <w:rsid w:val="00AA7BD3"/>
    <w:rsid w:val="00AC056C"/>
    <w:rsid w:val="00AC6B93"/>
    <w:rsid w:val="00AF0138"/>
    <w:rsid w:val="00AF1FCA"/>
    <w:rsid w:val="00B32535"/>
    <w:rsid w:val="00B367E7"/>
    <w:rsid w:val="00B44DD3"/>
    <w:rsid w:val="00B72B37"/>
    <w:rsid w:val="00B84AF2"/>
    <w:rsid w:val="00B86F1B"/>
    <w:rsid w:val="00BA4808"/>
    <w:rsid w:val="00BF0EF1"/>
    <w:rsid w:val="00C00D7D"/>
    <w:rsid w:val="00C01595"/>
    <w:rsid w:val="00C11EA0"/>
    <w:rsid w:val="00C436A8"/>
    <w:rsid w:val="00C61F06"/>
    <w:rsid w:val="00C92C65"/>
    <w:rsid w:val="00CA2167"/>
    <w:rsid w:val="00CA2883"/>
    <w:rsid w:val="00CA7E57"/>
    <w:rsid w:val="00CB4080"/>
    <w:rsid w:val="00CD2661"/>
    <w:rsid w:val="00CE2D81"/>
    <w:rsid w:val="00D1281F"/>
    <w:rsid w:val="00D37600"/>
    <w:rsid w:val="00D80473"/>
    <w:rsid w:val="00DA427E"/>
    <w:rsid w:val="00DB6338"/>
    <w:rsid w:val="00DD0841"/>
    <w:rsid w:val="00DD0E83"/>
    <w:rsid w:val="00DE7FDB"/>
    <w:rsid w:val="00E0581A"/>
    <w:rsid w:val="00E14196"/>
    <w:rsid w:val="00E15043"/>
    <w:rsid w:val="00E4139B"/>
    <w:rsid w:val="00E5788F"/>
    <w:rsid w:val="00E65879"/>
    <w:rsid w:val="00E75CD6"/>
    <w:rsid w:val="00EB325A"/>
    <w:rsid w:val="00EC3FEF"/>
    <w:rsid w:val="00EC7A15"/>
    <w:rsid w:val="00ED15B9"/>
    <w:rsid w:val="00F06E04"/>
    <w:rsid w:val="00F44D92"/>
    <w:rsid w:val="00F53012"/>
    <w:rsid w:val="00F750DE"/>
    <w:rsid w:val="00F87C61"/>
    <w:rsid w:val="00F91BA9"/>
    <w:rsid w:val="00F93AA9"/>
    <w:rsid w:val="00F93BCC"/>
    <w:rsid w:val="00FC30A7"/>
    <w:rsid w:val="00FE04EA"/>
    <w:rsid w:val="00FF2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9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426BC"/>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95729396">
      <w:marLeft w:val="0"/>
      <w:marRight w:val="0"/>
      <w:marTop w:val="0"/>
      <w:marBottom w:val="0"/>
      <w:divBdr>
        <w:top w:val="none" w:sz="0" w:space="0" w:color="auto"/>
        <w:left w:val="none" w:sz="0" w:space="0" w:color="auto"/>
        <w:bottom w:val="none" w:sz="0" w:space="0" w:color="auto"/>
        <w:right w:val="none" w:sz="0" w:space="0" w:color="auto"/>
      </w:divBdr>
    </w:div>
    <w:div w:id="495729397">
      <w:marLeft w:val="0"/>
      <w:marRight w:val="0"/>
      <w:marTop w:val="0"/>
      <w:marBottom w:val="0"/>
      <w:divBdr>
        <w:top w:val="none" w:sz="0" w:space="0" w:color="auto"/>
        <w:left w:val="none" w:sz="0" w:space="0" w:color="auto"/>
        <w:bottom w:val="none" w:sz="0" w:space="0" w:color="auto"/>
        <w:right w:val="none" w:sz="0" w:space="0" w:color="auto"/>
      </w:divBdr>
    </w:div>
    <w:div w:id="495729398">
      <w:marLeft w:val="0"/>
      <w:marRight w:val="0"/>
      <w:marTop w:val="0"/>
      <w:marBottom w:val="0"/>
      <w:divBdr>
        <w:top w:val="none" w:sz="0" w:space="0" w:color="auto"/>
        <w:left w:val="none" w:sz="0" w:space="0" w:color="auto"/>
        <w:bottom w:val="none" w:sz="0" w:space="0" w:color="auto"/>
        <w:right w:val="none" w:sz="0" w:space="0" w:color="auto"/>
      </w:divBdr>
    </w:div>
    <w:div w:id="495729399">
      <w:marLeft w:val="0"/>
      <w:marRight w:val="0"/>
      <w:marTop w:val="0"/>
      <w:marBottom w:val="0"/>
      <w:divBdr>
        <w:top w:val="none" w:sz="0" w:space="0" w:color="auto"/>
        <w:left w:val="none" w:sz="0" w:space="0" w:color="auto"/>
        <w:bottom w:val="none" w:sz="0" w:space="0" w:color="auto"/>
        <w:right w:val="none" w:sz="0" w:space="0" w:color="auto"/>
      </w:divBdr>
    </w:div>
    <w:div w:id="495729400">
      <w:marLeft w:val="0"/>
      <w:marRight w:val="0"/>
      <w:marTop w:val="0"/>
      <w:marBottom w:val="0"/>
      <w:divBdr>
        <w:top w:val="none" w:sz="0" w:space="0" w:color="auto"/>
        <w:left w:val="none" w:sz="0" w:space="0" w:color="auto"/>
        <w:bottom w:val="none" w:sz="0" w:space="0" w:color="auto"/>
        <w:right w:val="none" w:sz="0" w:space="0" w:color="auto"/>
      </w:divBdr>
    </w:div>
    <w:div w:id="495729401">
      <w:marLeft w:val="0"/>
      <w:marRight w:val="0"/>
      <w:marTop w:val="0"/>
      <w:marBottom w:val="0"/>
      <w:divBdr>
        <w:top w:val="none" w:sz="0" w:space="0" w:color="auto"/>
        <w:left w:val="none" w:sz="0" w:space="0" w:color="auto"/>
        <w:bottom w:val="none" w:sz="0" w:space="0" w:color="auto"/>
        <w:right w:val="none" w:sz="0" w:space="0" w:color="auto"/>
      </w:divBdr>
    </w:div>
    <w:div w:id="495729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675</Words>
  <Characters>3853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7</cp:revision>
  <dcterms:created xsi:type="dcterms:W3CDTF">2018-08-07T00:35:00Z</dcterms:created>
  <dcterms:modified xsi:type="dcterms:W3CDTF">2021-04-12T01:25:00Z</dcterms:modified>
</cp:coreProperties>
</file>